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AC381E" w:rsidRPr="00AC381E" w14:paraId="05B828D6" w14:textId="77777777" w:rsidTr="00F862D6">
        <w:tc>
          <w:tcPr>
            <w:tcW w:w="1020" w:type="dxa"/>
          </w:tcPr>
          <w:p w14:paraId="5924610B" w14:textId="77777777" w:rsidR="00F64786" w:rsidRPr="00AC381E" w:rsidRDefault="00764595" w:rsidP="0077673A">
            <w:r w:rsidRPr="00AC381E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0" allowOverlap="1" wp14:anchorId="441477F3" wp14:editId="6BE651A0">
                      <wp:simplePos x="0" y="0"/>
                      <wp:positionH relativeFrom="page">
                        <wp:posOffset>2510790</wp:posOffset>
                      </wp:positionH>
                      <wp:positionV relativeFrom="page">
                        <wp:posOffset>170180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12D07D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1477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7.7pt;margin-top:13.4pt;width:189.9pt;height:61.2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iNUPq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212D07D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3ABD94E" w14:textId="77777777" w:rsidR="00F64786" w:rsidRPr="00AC381E" w:rsidRDefault="00F64786" w:rsidP="0077673A"/>
        </w:tc>
        <w:tc>
          <w:tcPr>
            <w:tcW w:w="823" w:type="dxa"/>
          </w:tcPr>
          <w:p w14:paraId="52BC7E45" w14:textId="77777777" w:rsidR="00F64786" w:rsidRPr="00AC381E" w:rsidRDefault="00F64786" w:rsidP="0077673A"/>
        </w:tc>
        <w:tc>
          <w:tcPr>
            <w:tcW w:w="3685" w:type="dxa"/>
          </w:tcPr>
          <w:p w14:paraId="2444FD5A" w14:textId="77777777" w:rsidR="00F64786" w:rsidRPr="00AC381E" w:rsidRDefault="00F64786" w:rsidP="0077673A"/>
        </w:tc>
      </w:tr>
      <w:tr w:rsidR="00AC381E" w:rsidRPr="00AC381E" w14:paraId="6F0E1DD2" w14:textId="77777777" w:rsidTr="00596C7E">
        <w:tc>
          <w:tcPr>
            <w:tcW w:w="1020" w:type="dxa"/>
          </w:tcPr>
          <w:p w14:paraId="050343A2" w14:textId="77777777" w:rsidR="00F862D6" w:rsidRPr="00AC381E" w:rsidRDefault="00F862D6" w:rsidP="0077673A"/>
        </w:tc>
        <w:tc>
          <w:tcPr>
            <w:tcW w:w="2552" w:type="dxa"/>
          </w:tcPr>
          <w:p w14:paraId="69463F91" w14:textId="77777777" w:rsidR="00F862D6" w:rsidRPr="00AC381E" w:rsidRDefault="00F862D6" w:rsidP="00764595"/>
        </w:tc>
        <w:tc>
          <w:tcPr>
            <w:tcW w:w="823" w:type="dxa"/>
          </w:tcPr>
          <w:p w14:paraId="470193D6" w14:textId="77777777" w:rsidR="00F862D6" w:rsidRPr="00AC381E" w:rsidRDefault="00F862D6" w:rsidP="0077673A"/>
        </w:tc>
        <w:tc>
          <w:tcPr>
            <w:tcW w:w="3685" w:type="dxa"/>
            <w:vMerge w:val="restart"/>
          </w:tcPr>
          <w:p w14:paraId="229163BE" w14:textId="77777777" w:rsidR="00596C7E" w:rsidRPr="00AC381E" w:rsidRDefault="00596C7E" w:rsidP="00596C7E">
            <w:pPr>
              <w:rPr>
                <w:rStyle w:val="Potovnadresa"/>
              </w:rPr>
            </w:pPr>
          </w:p>
          <w:p w14:paraId="3EAC322F" w14:textId="77777777" w:rsidR="00F862D6" w:rsidRPr="00AC381E" w:rsidRDefault="00F862D6" w:rsidP="00596C7E">
            <w:pPr>
              <w:rPr>
                <w:rStyle w:val="Potovnadresa"/>
              </w:rPr>
            </w:pPr>
          </w:p>
        </w:tc>
      </w:tr>
      <w:tr w:rsidR="006977F9" w:rsidRPr="00AC381E" w14:paraId="5829EE39" w14:textId="77777777" w:rsidTr="00F862D6">
        <w:tc>
          <w:tcPr>
            <w:tcW w:w="1020" w:type="dxa"/>
          </w:tcPr>
          <w:p w14:paraId="0B9AFEF3" w14:textId="647205CB" w:rsidR="006977F9" w:rsidRPr="00AC381E" w:rsidRDefault="006977F9" w:rsidP="006977F9">
            <w:r w:rsidRPr="00913582">
              <w:t>Naše zn.</w:t>
            </w:r>
          </w:p>
        </w:tc>
        <w:tc>
          <w:tcPr>
            <w:tcW w:w="2552" w:type="dxa"/>
          </w:tcPr>
          <w:p w14:paraId="543354EB" w14:textId="0A618ECD" w:rsidR="006977F9" w:rsidRPr="00AC381E" w:rsidRDefault="006C3BCB" w:rsidP="006977F9">
            <w:r>
              <w:rPr>
                <w:rFonts w:ascii="Helvetica" w:hAnsi="Helvetica"/>
              </w:rPr>
              <w:t>13337</w:t>
            </w:r>
            <w:r w:rsidR="006977F9" w:rsidRPr="00913582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14:paraId="504D8E64" w14:textId="77777777" w:rsidR="006977F9" w:rsidRPr="00AC381E" w:rsidRDefault="006977F9" w:rsidP="006977F9"/>
        </w:tc>
        <w:tc>
          <w:tcPr>
            <w:tcW w:w="3685" w:type="dxa"/>
            <w:vMerge/>
          </w:tcPr>
          <w:p w14:paraId="4A5C760F" w14:textId="77777777" w:rsidR="006977F9" w:rsidRPr="00AC381E" w:rsidRDefault="006977F9" w:rsidP="006977F9"/>
        </w:tc>
      </w:tr>
      <w:tr w:rsidR="006977F9" w:rsidRPr="00AC381E" w14:paraId="73C69CD5" w14:textId="77777777" w:rsidTr="00F862D6">
        <w:tc>
          <w:tcPr>
            <w:tcW w:w="1020" w:type="dxa"/>
          </w:tcPr>
          <w:p w14:paraId="5BA4D334" w14:textId="168B4446" w:rsidR="006977F9" w:rsidRPr="00AC381E" w:rsidRDefault="006977F9" w:rsidP="006977F9">
            <w:r w:rsidRPr="00A52217">
              <w:t>Listů/příloh</w:t>
            </w:r>
          </w:p>
        </w:tc>
        <w:tc>
          <w:tcPr>
            <w:tcW w:w="2552" w:type="dxa"/>
          </w:tcPr>
          <w:p w14:paraId="5D474B34" w14:textId="1776C767" w:rsidR="006977F9" w:rsidRPr="00AC381E" w:rsidRDefault="000F470A" w:rsidP="006977F9">
            <w:r>
              <w:t>2/1</w:t>
            </w:r>
          </w:p>
        </w:tc>
        <w:tc>
          <w:tcPr>
            <w:tcW w:w="823" w:type="dxa"/>
          </w:tcPr>
          <w:p w14:paraId="131CF784" w14:textId="77777777" w:rsidR="006977F9" w:rsidRPr="00AC381E" w:rsidRDefault="006977F9" w:rsidP="006977F9"/>
        </w:tc>
        <w:tc>
          <w:tcPr>
            <w:tcW w:w="3685" w:type="dxa"/>
            <w:vMerge/>
          </w:tcPr>
          <w:p w14:paraId="59502C76" w14:textId="77777777" w:rsidR="006977F9" w:rsidRPr="00AC381E" w:rsidRDefault="006977F9" w:rsidP="006977F9">
            <w:pPr>
              <w:rPr>
                <w:noProof/>
              </w:rPr>
            </w:pPr>
          </w:p>
        </w:tc>
      </w:tr>
      <w:tr w:rsidR="006977F9" w:rsidRPr="00AC381E" w14:paraId="0E3FE473" w14:textId="77777777" w:rsidTr="00B23CA3">
        <w:trPr>
          <w:trHeight w:val="77"/>
        </w:trPr>
        <w:tc>
          <w:tcPr>
            <w:tcW w:w="1020" w:type="dxa"/>
          </w:tcPr>
          <w:p w14:paraId="257B7BC9" w14:textId="77777777" w:rsidR="006977F9" w:rsidRPr="00AC381E" w:rsidRDefault="006977F9" w:rsidP="006977F9"/>
        </w:tc>
        <w:tc>
          <w:tcPr>
            <w:tcW w:w="2552" w:type="dxa"/>
          </w:tcPr>
          <w:p w14:paraId="0D4890C9" w14:textId="77777777" w:rsidR="006977F9" w:rsidRPr="00AC381E" w:rsidRDefault="006977F9" w:rsidP="006977F9"/>
        </w:tc>
        <w:tc>
          <w:tcPr>
            <w:tcW w:w="823" w:type="dxa"/>
          </w:tcPr>
          <w:p w14:paraId="33E71C6D" w14:textId="77777777" w:rsidR="006977F9" w:rsidRPr="00AC381E" w:rsidRDefault="006977F9" w:rsidP="006977F9"/>
        </w:tc>
        <w:tc>
          <w:tcPr>
            <w:tcW w:w="3685" w:type="dxa"/>
            <w:vMerge/>
          </w:tcPr>
          <w:p w14:paraId="443A5E49" w14:textId="77777777" w:rsidR="006977F9" w:rsidRPr="00AC381E" w:rsidRDefault="006977F9" w:rsidP="006977F9"/>
        </w:tc>
      </w:tr>
      <w:tr w:rsidR="006977F9" w:rsidRPr="00AC381E" w14:paraId="46157C0D" w14:textId="77777777" w:rsidTr="00F862D6">
        <w:tc>
          <w:tcPr>
            <w:tcW w:w="1020" w:type="dxa"/>
          </w:tcPr>
          <w:p w14:paraId="442BBFA8" w14:textId="54E97661" w:rsidR="006977F9" w:rsidRPr="00AC381E" w:rsidRDefault="006977F9" w:rsidP="006977F9">
            <w:r>
              <w:t>Vyřizuje</w:t>
            </w:r>
          </w:p>
        </w:tc>
        <w:tc>
          <w:tcPr>
            <w:tcW w:w="2552" w:type="dxa"/>
          </w:tcPr>
          <w:p w14:paraId="5D646C7E" w14:textId="1B6F4CEB" w:rsidR="006977F9" w:rsidRPr="00AC381E" w:rsidRDefault="006977F9" w:rsidP="006977F9">
            <w:r w:rsidRPr="00A70EE1">
              <w:t>JUDr. Jaroslav Klimeš</w:t>
            </w:r>
          </w:p>
        </w:tc>
        <w:tc>
          <w:tcPr>
            <w:tcW w:w="823" w:type="dxa"/>
          </w:tcPr>
          <w:p w14:paraId="70A2FD28" w14:textId="77777777" w:rsidR="006977F9" w:rsidRPr="00AC381E" w:rsidRDefault="006977F9" w:rsidP="006977F9"/>
        </w:tc>
        <w:tc>
          <w:tcPr>
            <w:tcW w:w="3685" w:type="dxa"/>
            <w:vMerge/>
          </w:tcPr>
          <w:p w14:paraId="37D6CA23" w14:textId="77777777" w:rsidR="006977F9" w:rsidRPr="00AC381E" w:rsidRDefault="006977F9" w:rsidP="006977F9"/>
        </w:tc>
      </w:tr>
      <w:tr w:rsidR="006977F9" w:rsidRPr="00AC381E" w14:paraId="07BFEC99" w14:textId="77777777" w:rsidTr="00F862D6">
        <w:tc>
          <w:tcPr>
            <w:tcW w:w="1020" w:type="dxa"/>
          </w:tcPr>
          <w:p w14:paraId="4144E8AC" w14:textId="77777777" w:rsidR="006977F9" w:rsidRPr="00AC381E" w:rsidRDefault="006977F9" w:rsidP="006977F9"/>
        </w:tc>
        <w:tc>
          <w:tcPr>
            <w:tcW w:w="2552" w:type="dxa"/>
          </w:tcPr>
          <w:p w14:paraId="0B9EE22F" w14:textId="77777777" w:rsidR="006977F9" w:rsidRPr="00AC381E" w:rsidRDefault="006977F9" w:rsidP="006977F9"/>
        </w:tc>
        <w:tc>
          <w:tcPr>
            <w:tcW w:w="823" w:type="dxa"/>
          </w:tcPr>
          <w:p w14:paraId="6957D46D" w14:textId="77777777" w:rsidR="006977F9" w:rsidRPr="00AC381E" w:rsidRDefault="006977F9" w:rsidP="006977F9"/>
        </w:tc>
        <w:tc>
          <w:tcPr>
            <w:tcW w:w="3685" w:type="dxa"/>
            <w:vMerge/>
          </w:tcPr>
          <w:p w14:paraId="697D5201" w14:textId="77777777" w:rsidR="006977F9" w:rsidRPr="00AC381E" w:rsidRDefault="006977F9" w:rsidP="006977F9"/>
        </w:tc>
      </w:tr>
      <w:tr w:rsidR="006977F9" w:rsidRPr="00AC381E" w14:paraId="551A4D33" w14:textId="77777777" w:rsidTr="00F862D6">
        <w:tc>
          <w:tcPr>
            <w:tcW w:w="1020" w:type="dxa"/>
          </w:tcPr>
          <w:p w14:paraId="68E46333" w14:textId="049BC44E" w:rsidR="006977F9" w:rsidRPr="00AC381E" w:rsidRDefault="006977F9" w:rsidP="006977F9">
            <w:r>
              <w:t>Mobil</w:t>
            </w:r>
          </w:p>
        </w:tc>
        <w:tc>
          <w:tcPr>
            <w:tcW w:w="2552" w:type="dxa"/>
          </w:tcPr>
          <w:p w14:paraId="1CBE8F85" w14:textId="66C6A107" w:rsidR="006977F9" w:rsidRPr="00AC381E" w:rsidRDefault="006977F9" w:rsidP="006977F9">
            <w:r>
              <w:t>+420 722 819 305</w:t>
            </w:r>
          </w:p>
        </w:tc>
        <w:tc>
          <w:tcPr>
            <w:tcW w:w="823" w:type="dxa"/>
          </w:tcPr>
          <w:p w14:paraId="55949BAF" w14:textId="77777777" w:rsidR="006977F9" w:rsidRPr="00AC381E" w:rsidRDefault="006977F9" w:rsidP="006977F9"/>
        </w:tc>
        <w:tc>
          <w:tcPr>
            <w:tcW w:w="3685" w:type="dxa"/>
            <w:vMerge/>
          </w:tcPr>
          <w:p w14:paraId="41257585" w14:textId="77777777" w:rsidR="006977F9" w:rsidRPr="00AC381E" w:rsidRDefault="006977F9" w:rsidP="006977F9"/>
        </w:tc>
      </w:tr>
      <w:tr w:rsidR="006977F9" w:rsidRPr="00AC381E" w14:paraId="097395E1" w14:textId="77777777" w:rsidTr="00F862D6">
        <w:tc>
          <w:tcPr>
            <w:tcW w:w="1020" w:type="dxa"/>
          </w:tcPr>
          <w:p w14:paraId="6D108E38" w14:textId="75DB2FBC" w:rsidR="006977F9" w:rsidRPr="00AC381E" w:rsidRDefault="006977F9" w:rsidP="006977F9">
            <w:r>
              <w:t>E-mail</w:t>
            </w:r>
          </w:p>
        </w:tc>
        <w:tc>
          <w:tcPr>
            <w:tcW w:w="2552" w:type="dxa"/>
          </w:tcPr>
          <w:p w14:paraId="2F2CDB61" w14:textId="74C33B9A" w:rsidR="006977F9" w:rsidRPr="00AC381E" w:rsidRDefault="006977F9" w:rsidP="006977F9">
            <w:r>
              <w:t>Klimesja@spravazeleznic.cz</w:t>
            </w:r>
          </w:p>
        </w:tc>
        <w:tc>
          <w:tcPr>
            <w:tcW w:w="823" w:type="dxa"/>
          </w:tcPr>
          <w:p w14:paraId="66E8D467" w14:textId="77777777" w:rsidR="006977F9" w:rsidRPr="00AC381E" w:rsidRDefault="006977F9" w:rsidP="006977F9"/>
        </w:tc>
        <w:tc>
          <w:tcPr>
            <w:tcW w:w="3685" w:type="dxa"/>
            <w:vMerge/>
          </w:tcPr>
          <w:p w14:paraId="0D296E27" w14:textId="77777777" w:rsidR="006977F9" w:rsidRPr="00AC381E" w:rsidRDefault="006977F9" w:rsidP="006977F9"/>
        </w:tc>
      </w:tr>
      <w:tr w:rsidR="006977F9" w:rsidRPr="00AC381E" w14:paraId="4F80B77F" w14:textId="77777777" w:rsidTr="00F862D6">
        <w:tc>
          <w:tcPr>
            <w:tcW w:w="1020" w:type="dxa"/>
          </w:tcPr>
          <w:p w14:paraId="324985B2" w14:textId="77777777" w:rsidR="006977F9" w:rsidRPr="00AC381E" w:rsidRDefault="006977F9" w:rsidP="006977F9"/>
        </w:tc>
        <w:tc>
          <w:tcPr>
            <w:tcW w:w="2552" w:type="dxa"/>
          </w:tcPr>
          <w:p w14:paraId="499AD6E7" w14:textId="77777777" w:rsidR="006977F9" w:rsidRPr="00AC381E" w:rsidRDefault="006977F9" w:rsidP="006977F9"/>
        </w:tc>
        <w:tc>
          <w:tcPr>
            <w:tcW w:w="823" w:type="dxa"/>
          </w:tcPr>
          <w:p w14:paraId="54334292" w14:textId="77777777" w:rsidR="006977F9" w:rsidRPr="00AC381E" w:rsidRDefault="006977F9" w:rsidP="006977F9"/>
        </w:tc>
        <w:tc>
          <w:tcPr>
            <w:tcW w:w="3685" w:type="dxa"/>
          </w:tcPr>
          <w:p w14:paraId="4D8DAF08" w14:textId="77777777" w:rsidR="006977F9" w:rsidRPr="00AC381E" w:rsidRDefault="006977F9" w:rsidP="006977F9"/>
        </w:tc>
      </w:tr>
      <w:tr w:rsidR="006977F9" w:rsidRPr="00AC381E" w14:paraId="2632F62C" w14:textId="77777777" w:rsidTr="00F862D6">
        <w:tc>
          <w:tcPr>
            <w:tcW w:w="1020" w:type="dxa"/>
          </w:tcPr>
          <w:p w14:paraId="180C6B11" w14:textId="23384602" w:rsidR="006977F9" w:rsidRPr="00AC381E" w:rsidRDefault="006977F9" w:rsidP="006977F9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F741C2E" w14:textId="52122398" w:rsidR="006977F9" w:rsidRPr="00AC381E" w:rsidRDefault="006977F9" w:rsidP="006977F9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56459">
              <w:rPr>
                <w:noProof/>
              </w:rPr>
              <w:t>25.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469E29C" w14:textId="77777777" w:rsidR="006977F9" w:rsidRPr="00AC381E" w:rsidRDefault="006977F9" w:rsidP="006977F9"/>
        </w:tc>
        <w:tc>
          <w:tcPr>
            <w:tcW w:w="3685" w:type="dxa"/>
          </w:tcPr>
          <w:p w14:paraId="3D27429B" w14:textId="77777777" w:rsidR="006977F9" w:rsidRPr="00AC381E" w:rsidRDefault="006977F9" w:rsidP="006977F9"/>
        </w:tc>
      </w:tr>
      <w:tr w:rsidR="00AC381E" w:rsidRPr="00AC381E" w14:paraId="7D04541F" w14:textId="77777777" w:rsidTr="00F862D6">
        <w:tc>
          <w:tcPr>
            <w:tcW w:w="1020" w:type="dxa"/>
          </w:tcPr>
          <w:p w14:paraId="0C1AC2DD" w14:textId="77777777" w:rsidR="00F64786" w:rsidRPr="00AC381E" w:rsidRDefault="00F64786" w:rsidP="0077673A"/>
        </w:tc>
        <w:tc>
          <w:tcPr>
            <w:tcW w:w="2552" w:type="dxa"/>
          </w:tcPr>
          <w:p w14:paraId="79B259B2" w14:textId="77777777" w:rsidR="00F64786" w:rsidRPr="00AC381E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A27F175" w14:textId="77777777" w:rsidR="00F64786" w:rsidRPr="00AC381E" w:rsidRDefault="00F64786" w:rsidP="0077673A"/>
        </w:tc>
        <w:tc>
          <w:tcPr>
            <w:tcW w:w="3685" w:type="dxa"/>
          </w:tcPr>
          <w:p w14:paraId="7966EFA4" w14:textId="77777777" w:rsidR="00F64786" w:rsidRPr="00AC381E" w:rsidRDefault="00F64786" w:rsidP="0077673A"/>
        </w:tc>
      </w:tr>
      <w:tr w:rsidR="00AC381E" w:rsidRPr="00AC381E" w14:paraId="1EF0E77A" w14:textId="77777777" w:rsidTr="00B45E9E">
        <w:trPr>
          <w:trHeight w:val="794"/>
        </w:trPr>
        <w:tc>
          <w:tcPr>
            <w:tcW w:w="1020" w:type="dxa"/>
          </w:tcPr>
          <w:p w14:paraId="2A1C18AF" w14:textId="77777777" w:rsidR="00F862D6" w:rsidRPr="00AC381E" w:rsidRDefault="00F862D6" w:rsidP="0077673A"/>
        </w:tc>
        <w:tc>
          <w:tcPr>
            <w:tcW w:w="2552" w:type="dxa"/>
          </w:tcPr>
          <w:p w14:paraId="12EBA8F3" w14:textId="77777777" w:rsidR="00F862D6" w:rsidRPr="00AC381E" w:rsidRDefault="00F862D6" w:rsidP="00F310F8"/>
        </w:tc>
        <w:tc>
          <w:tcPr>
            <w:tcW w:w="823" w:type="dxa"/>
          </w:tcPr>
          <w:p w14:paraId="75BD2EAB" w14:textId="77777777" w:rsidR="00F862D6" w:rsidRPr="00AC381E" w:rsidRDefault="00F862D6" w:rsidP="0077673A"/>
        </w:tc>
        <w:tc>
          <w:tcPr>
            <w:tcW w:w="3685" w:type="dxa"/>
          </w:tcPr>
          <w:p w14:paraId="75B43F64" w14:textId="77777777" w:rsidR="00F862D6" w:rsidRPr="00AC381E" w:rsidRDefault="00F862D6" w:rsidP="0077673A"/>
        </w:tc>
      </w:tr>
    </w:tbl>
    <w:p w14:paraId="1AECE872" w14:textId="77777777" w:rsidR="00CB7B5A" w:rsidRPr="00AC381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C381E">
        <w:rPr>
          <w:rFonts w:eastAsia="Calibri" w:cs="Times New Roman"/>
          <w:lang w:eastAsia="cs-CZ"/>
        </w:rPr>
        <w:t xml:space="preserve">Věc: </w:t>
      </w:r>
      <w:r w:rsidR="006414E0" w:rsidRPr="00AC381E">
        <w:rPr>
          <w:rFonts w:eastAsia="Calibri" w:cs="Times New Roman"/>
          <w:b/>
          <w:lang w:eastAsia="cs-CZ"/>
        </w:rPr>
        <w:t>Zvýšení trakčního výkonu TNS Čebín</w:t>
      </w:r>
    </w:p>
    <w:p w14:paraId="0D9E2EF0" w14:textId="4FC10A26" w:rsidR="00CB7B5A" w:rsidRPr="00AC381E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77F9">
        <w:rPr>
          <w:rFonts w:eastAsia="Calibri" w:cs="Times New Roman"/>
          <w:lang w:eastAsia="cs-CZ"/>
        </w:rPr>
        <w:t xml:space="preserve">Vysvětlení/ změna/ doplnění zadávací dokumentace č. </w:t>
      </w:r>
      <w:r w:rsidR="00EF330E">
        <w:rPr>
          <w:rFonts w:eastAsia="Calibri" w:cs="Times New Roman"/>
          <w:lang w:eastAsia="cs-CZ"/>
        </w:rPr>
        <w:t>5</w:t>
      </w:r>
    </w:p>
    <w:p w14:paraId="087B78A5" w14:textId="77777777" w:rsidR="00BD5319" w:rsidRPr="00AC381E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AC381E">
        <w:rPr>
          <w:rFonts w:eastAsia="Calibri" w:cs="Times New Roman"/>
        </w:rPr>
        <w:t xml:space="preserve">ve smyslu </w:t>
      </w:r>
      <w:r w:rsidRPr="00AC381E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3D0020D" w14:textId="77777777" w:rsidR="004D5E42" w:rsidRPr="00AC381E" w:rsidRDefault="004D5E42" w:rsidP="004D5E42">
      <w:pPr>
        <w:spacing w:after="200" w:line="276" w:lineRule="auto"/>
        <w:contextualSpacing/>
        <w:rPr>
          <w:rFonts w:eastAsia="Calibri" w:cs="Times New Roman"/>
          <w:b/>
          <w:lang w:eastAsia="cs-CZ"/>
        </w:rPr>
      </w:pPr>
    </w:p>
    <w:p w14:paraId="5DEB515C" w14:textId="77777777" w:rsidR="004D5E42" w:rsidRPr="00AC381E" w:rsidRDefault="004D5E42" w:rsidP="004D5E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B994327" w14:textId="5C4A68DD" w:rsidR="00EF330E" w:rsidRPr="00EF330E" w:rsidRDefault="00EF330E" w:rsidP="00EF330E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F330E">
        <w:rPr>
          <w:rFonts w:eastAsia="Calibri" w:cs="Times New Roman"/>
          <w:b/>
          <w:lang w:eastAsia="cs-CZ"/>
        </w:rPr>
        <w:t>Dotaz č. 15:</w:t>
      </w:r>
    </w:p>
    <w:p w14:paraId="71B21990" w14:textId="77777777" w:rsidR="00EF330E" w:rsidRPr="00EF330E" w:rsidRDefault="00EF330E" w:rsidP="00EF330E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F330E">
        <w:rPr>
          <w:rFonts w:eastAsia="Calibri" w:cs="Times New Roman"/>
          <w:lang w:eastAsia="cs-CZ"/>
        </w:rPr>
        <w:t>V objektu</w:t>
      </w:r>
      <w:r w:rsidRPr="00EF330E">
        <w:rPr>
          <w:rFonts w:eastAsia="Calibri" w:cs="Times New Roman"/>
          <w:b/>
          <w:lang w:eastAsia="cs-CZ"/>
        </w:rPr>
        <w:t xml:space="preserve"> SO 90-90 Likvidace odpadů vč. dopravy </w:t>
      </w:r>
      <w:r w:rsidRPr="00EF330E">
        <w:rPr>
          <w:rFonts w:eastAsia="Calibri" w:cs="Times New Roman"/>
          <w:lang w:eastAsia="cs-CZ"/>
        </w:rPr>
        <w:t>jsou položky shodné s odpady v rámci jednotlivých SO a PS. Jsou tyto položky duplikované, anebo položky SO 90-90 mají doporučující charakter nad rámec jednotlivých SO a PS? Žádáme zadavatele o prověření.</w:t>
      </w:r>
    </w:p>
    <w:p w14:paraId="588BA6D1" w14:textId="77777777" w:rsidR="00EF330E" w:rsidRPr="00EF330E" w:rsidRDefault="00EF330E" w:rsidP="00EF330E">
      <w:pPr>
        <w:spacing w:after="200" w:line="276" w:lineRule="auto"/>
        <w:contextualSpacing/>
        <w:jc w:val="both"/>
        <w:rPr>
          <w:rFonts w:eastAsia="Calibri" w:cs="Times New Roman"/>
          <w:b/>
          <w:bCs/>
          <w:lang w:eastAsia="cs-CZ"/>
        </w:rPr>
      </w:pPr>
    </w:p>
    <w:p w14:paraId="24CF7D84" w14:textId="77777777" w:rsidR="00033DCD" w:rsidRPr="00033DCD" w:rsidRDefault="00EF330E" w:rsidP="00033DCD">
      <w:pPr>
        <w:spacing w:after="200" w:line="276" w:lineRule="auto"/>
        <w:contextualSpacing/>
        <w:jc w:val="both"/>
        <w:rPr>
          <w:rFonts w:eastAsia="Calibri" w:cs="Times New Roman"/>
          <w:color w:val="FF0000"/>
          <w:lang w:eastAsia="cs-CZ"/>
        </w:rPr>
      </w:pPr>
      <w:r w:rsidRPr="00EF330E">
        <w:rPr>
          <w:rFonts w:eastAsia="Calibri" w:cs="Times New Roman"/>
          <w:b/>
          <w:lang w:eastAsia="cs-CZ"/>
        </w:rPr>
        <w:t>Odpověď:</w:t>
      </w:r>
      <w:r w:rsidRPr="00EF330E">
        <w:rPr>
          <w:rFonts w:eastAsia="Calibri" w:cs="Times New Roman"/>
          <w:b/>
          <w:color w:val="FF0000"/>
          <w:lang w:eastAsia="cs-CZ"/>
        </w:rPr>
        <w:t xml:space="preserve"> </w:t>
      </w:r>
      <w:r w:rsidR="00033DCD" w:rsidRPr="00033DCD">
        <w:rPr>
          <w:rFonts w:eastAsia="Calibri" w:cs="Times New Roman"/>
          <w:lang w:eastAsia="cs-CZ"/>
        </w:rPr>
        <w:t>Celkové množství odpadů ze všech PS a SO je sečteno a uvedeno v soupisu prací SO 90-90. Tento objekt je rovněž předmětem ocenění zhotovitelem. Množství odpadů v soupisu prací jednotlivých PS a SO je pouze informativní a zhotovitel jej nebude oceňovat, resp. u těchto položek uvede cenu 0,- Kč.</w:t>
      </w:r>
    </w:p>
    <w:p w14:paraId="3067E9C2" w14:textId="2838C44D" w:rsidR="009F2A80" w:rsidRPr="00AC381E" w:rsidRDefault="009F2A80" w:rsidP="00EF330E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</w:p>
    <w:p w14:paraId="44351790" w14:textId="77777777" w:rsidR="00BD203A" w:rsidRDefault="00BD203A" w:rsidP="008C66A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2B90FF" w14:textId="3F47E551" w:rsidR="008C66AF" w:rsidRPr="00BD203A" w:rsidRDefault="008C66AF" w:rsidP="008C66AF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BD203A">
        <w:rPr>
          <w:rFonts w:eastAsia="Times New Roman" w:cs="Times New Roman"/>
          <w:u w:val="single"/>
          <w:lang w:eastAsia="cs-CZ"/>
        </w:rPr>
        <w:t xml:space="preserve">Zadavatel </w:t>
      </w:r>
      <w:r w:rsidRPr="00BD203A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BD203A">
        <w:rPr>
          <w:rFonts w:eastAsia="Times New Roman" w:cs="Times New Roman"/>
          <w:u w:val="single"/>
          <w:lang w:eastAsia="cs-CZ"/>
        </w:rPr>
        <w:t xml:space="preserve"> </w:t>
      </w:r>
      <w:r w:rsidRPr="00BD203A">
        <w:rPr>
          <w:rFonts w:eastAsia="Calibri" w:cs="Times New Roman"/>
          <w:u w:val="single"/>
          <w:lang w:eastAsia="cs-CZ"/>
        </w:rPr>
        <w:t>bez předchozí žádosti:</w:t>
      </w:r>
    </w:p>
    <w:p w14:paraId="4EB05344" w14:textId="77777777" w:rsidR="0094139F" w:rsidRDefault="0094139F" w:rsidP="008C66AF">
      <w:pPr>
        <w:spacing w:after="0" w:line="240" w:lineRule="auto"/>
        <w:jc w:val="both"/>
        <w:rPr>
          <w:rFonts w:ascii="Verdana" w:eastAsia="Verdana" w:hAnsi="Verdana" w:cs="Times New Roman"/>
        </w:rPr>
      </w:pPr>
    </w:p>
    <w:p w14:paraId="170C8CC6" w14:textId="77777777" w:rsidR="00BD203A" w:rsidRDefault="00BD203A" w:rsidP="008C66AF">
      <w:pPr>
        <w:spacing w:after="0" w:line="240" w:lineRule="auto"/>
        <w:jc w:val="both"/>
        <w:rPr>
          <w:rFonts w:ascii="Verdana" w:eastAsia="Verdana" w:hAnsi="Verdana" w:cs="Times New Roman"/>
        </w:rPr>
      </w:pPr>
    </w:p>
    <w:p w14:paraId="6B426CE6" w14:textId="3B3C6572" w:rsidR="008C66AF" w:rsidRPr="00B1004F" w:rsidRDefault="0094139F" w:rsidP="008C66A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ascii="Verdana" w:eastAsia="Verdana" w:hAnsi="Verdana" w:cs="Times New Roman"/>
        </w:rPr>
        <w:t xml:space="preserve">V rámci předchozích </w:t>
      </w:r>
      <w:r>
        <w:rPr>
          <w:rFonts w:eastAsia="Calibri" w:cs="Times New Roman"/>
          <w:lang w:eastAsia="cs-CZ"/>
        </w:rPr>
        <w:t>vysvětlení/ změn</w:t>
      </w:r>
      <w:r w:rsidRPr="008C66AF">
        <w:rPr>
          <w:rFonts w:eastAsia="Calibri" w:cs="Times New Roman"/>
          <w:lang w:eastAsia="cs-CZ"/>
        </w:rPr>
        <w:t>/ doplnění zadávací dokumentace</w:t>
      </w:r>
      <w:r>
        <w:rPr>
          <w:rFonts w:eastAsia="Calibri" w:cs="Times New Roman"/>
          <w:lang w:eastAsia="cs-CZ"/>
        </w:rPr>
        <w:t xml:space="preserve"> byly zadavatelem poskytnuty veškeré úpravy soupisu prací</w:t>
      </w:r>
      <w:r w:rsidR="00B1004F">
        <w:rPr>
          <w:rFonts w:eastAsia="Calibri" w:cs="Times New Roman"/>
          <w:lang w:eastAsia="cs-CZ"/>
        </w:rPr>
        <w:t xml:space="preserve"> pouze ve formátu XLSX. </w:t>
      </w:r>
      <w:r w:rsidR="008C66AF" w:rsidRPr="008C66AF">
        <w:rPr>
          <w:rFonts w:eastAsia="Calibri" w:cs="Times New Roman"/>
          <w:lang w:eastAsia="cs-CZ"/>
        </w:rPr>
        <w:t xml:space="preserve">Zadavatel </w:t>
      </w:r>
      <w:r w:rsidR="00B1004F">
        <w:rPr>
          <w:rFonts w:eastAsia="Calibri" w:cs="Times New Roman"/>
          <w:lang w:eastAsia="cs-CZ"/>
        </w:rPr>
        <w:t>tímto napravuje tento formální nedostatek a v</w:t>
      </w:r>
      <w:r w:rsidR="008C66AF" w:rsidRPr="008C66AF">
        <w:rPr>
          <w:rFonts w:eastAsia="Calibri" w:cs="Times New Roman"/>
          <w:lang w:eastAsia="cs-CZ"/>
        </w:rPr>
        <w:t xml:space="preserve"> příloze </w:t>
      </w:r>
      <w:r>
        <w:rPr>
          <w:rFonts w:eastAsia="Calibri" w:cs="Times New Roman"/>
          <w:lang w:eastAsia="cs-CZ"/>
        </w:rPr>
        <w:t>doplňuje</w:t>
      </w:r>
      <w:r w:rsidR="008C66AF" w:rsidRPr="008C66AF">
        <w:rPr>
          <w:rFonts w:eastAsia="Calibri" w:cs="Times New Roman"/>
          <w:lang w:eastAsia="cs-CZ"/>
        </w:rPr>
        <w:t xml:space="preserve"> soupis ve formátu XML</w:t>
      </w:r>
      <w:r w:rsidR="00E40B6E">
        <w:rPr>
          <w:rFonts w:eastAsia="Calibri" w:cs="Times New Roman"/>
          <w:lang w:eastAsia="cs-CZ"/>
        </w:rPr>
        <w:t xml:space="preserve"> </w:t>
      </w:r>
      <w:r w:rsidR="00E40B6E" w:rsidRPr="00E40B6E">
        <w:rPr>
          <w:rFonts w:eastAsia="Calibri" w:cs="Times New Roman"/>
          <w:lang w:eastAsia="cs-CZ"/>
        </w:rPr>
        <w:t>(datový předpis XC4)</w:t>
      </w:r>
      <w:r w:rsidR="008C66AF" w:rsidRPr="008C66AF">
        <w:rPr>
          <w:rFonts w:eastAsia="Calibri" w:cs="Times New Roman"/>
          <w:lang w:eastAsia="cs-CZ"/>
        </w:rPr>
        <w:t xml:space="preserve">, kde jsou zohledněny všechny </w:t>
      </w:r>
      <w:r w:rsidR="008C66AF" w:rsidRPr="008C66AF">
        <w:rPr>
          <w:rFonts w:ascii="Verdana" w:eastAsia="Verdana" w:hAnsi="Verdana" w:cs="Times New Roman"/>
        </w:rPr>
        <w:t xml:space="preserve">změny </w:t>
      </w:r>
      <w:r w:rsidR="008C66AF" w:rsidRPr="00A05A41">
        <w:rPr>
          <w:rFonts w:ascii="Verdana" w:eastAsia="Verdana" w:hAnsi="Verdana" w:cs="Times New Roman"/>
        </w:rPr>
        <w:t>a doplnění zadávací dokumentace</w:t>
      </w:r>
      <w:r w:rsidR="008C66AF">
        <w:rPr>
          <w:rFonts w:ascii="Verdana" w:eastAsia="Verdana" w:hAnsi="Verdana" w:cs="Times New Roman"/>
        </w:rPr>
        <w:t>.</w:t>
      </w:r>
      <w:r>
        <w:rPr>
          <w:rFonts w:ascii="Verdana" w:eastAsia="Verdana" w:hAnsi="Verdana" w:cs="Times New Roman"/>
        </w:rPr>
        <w:t xml:space="preserve"> </w:t>
      </w:r>
    </w:p>
    <w:p w14:paraId="5C652D91" w14:textId="1FE3034E" w:rsidR="00EF330E" w:rsidRDefault="00EF330E" w:rsidP="006977F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0280BB" w14:textId="77777777" w:rsidR="00EF330E" w:rsidRDefault="00EF330E" w:rsidP="006977F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51F7117" w14:textId="7B4C66C2" w:rsidR="006977F9" w:rsidRPr="00BD5319" w:rsidRDefault="006977F9" w:rsidP="006977F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6977F9">
        <w:rPr>
          <w:rFonts w:eastAsia="Times New Roman" w:cs="Times New Roman"/>
          <w:lang w:eastAsia="cs-CZ"/>
        </w:rPr>
        <w:t xml:space="preserve">provedeny </w:t>
      </w:r>
      <w:r w:rsidRPr="006977F9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EF330E">
        <w:rPr>
          <w:rFonts w:eastAsia="Times New Roman" w:cs="Times New Roman"/>
          <w:lang w:eastAsia="cs-CZ"/>
        </w:rPr>
        <w:t>27. 11. 2020 v 11</w:t>
      </w:r>
      <w:r>
        <w:rPr>
          <w:rFonts w:eastAsia="Times New Roman" w:cs="Times New Roman"/>
          <w:lang w:eastAsia="cs-CZ"/>
        </w:rPr>
        <w:t>:00 hod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EF330E">
        <w:rPr>
          <w:rFonts w:eastAsia="Times New Roman" w:cs="Times New Roman"/>
          <w:lang w:eastAsia="cs-CZ"/>
        </w:rPr>
        <w:t>3. 12. 2020 v 1</w:t>
      </w:r>
      <w:r w:rsidR="00B2495E">
        <w:rPr>
          <w:rFonts w:eastAsia="Times New Roman" w:cs="Times New Roman"/>
          <w:lang w:eastAsia="cs-CZ"/>
        </w:rPr>
        <w:t>1</w:t>
      </w:r>
      <w:r w:rsidRPr="006977F9">
        <w:rPr>
          <w:rFonts w:eastAsia="Times New Roman" w:cs="Times New Roman"/>
          <w:lang w:eastAsia="cs-CZ"/>
        </w:rPr>
        <w:t>:00 hod.</w:t>
      </w:r>
    </w:p>
    <w:p w14:paraId="0A08B015" w14:textId="77777777" w:rsidR="006977F9" w:rsidRDefault="006977F9" w:rsidP="006977F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D85F2DD" w14:textId="06C4323D" w:rsidR="006977F9" w:rsidRPr="00BD5319" w:rsidRDefault="006977F9" w:rsidP="006977F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Pr="006977F9">
        <w:rPr>
          <w:rFonts w:eastAsia="Times New Roman" w:cs="Times New Roman"/>
          <w:lang w:eastAsia="cs-CZ"/>
        </w:rPr>
        <w:t>Z2020-038021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6C2E771" w14:textId="77777777" w:rsidR="006977F9" w:rsidRPr="00BD5319" w:rsidRDefault="006977F9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465737" w14:textId="26B08EC9" w:rsidR="00FD7A7C" w:rsidRDefault="00FD7A7C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6284F7" w14:textId="77777777" w:rsidR="00FD7A7C" w:rsidRDefault="00FD7A7C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E35CE1E" w14:textId="549CFA8D" w:rsidR="006977F9" w:rsidRPr="00BD5319" w:rsidRDefault="006977F9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6131164F" w14:textId="7BB6E889" w:rsidR="006977F9" w:rsidRPr="00BD5319" w:rsidRDefault="006977F9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56459">
        <w:rPr>
          <w:rFonts w:eastAsia="Times New Roman" w:cs="Times New Roman"/>
          <w:lang w:eastAsia="cs-CZ"/>
        </w:rPr>
        <w:t>26</w:t>
      </w:r>
      <w:r>
        <w:rPr>
          <w:rFonts w:eastAsia="Times New Roman" w:cs="Times New Roman"/>
          <w:lang w:eastAsia="cs-CZ"/>
        </w:rPr>
        <w:t>. 11. 2020</w:t>
      </w:r>
      <w:r w:rsidR="00756459">
        <w:rPr>
          <w:rFonts w:eastAsia="Times New Roman" w:cs="Times New Roman"/>
          <w:lang w:eastAsia="cs-CZ"/>
        </w:rPr>
        <w:t xml:space="preserve"> v 10</w:t>
      </w:r>
      <w:r w:rsidRPr="00BD5319">
        <w:rPr>
          <w:rFonts w:eastAsia="Times New Roman" w:cs="Times New Roman"/>
          <w:lang w:eastAsia="cs-CZ"/>
        </w:rPr>
        <w:t xml:space="preserve">:00 hod. a nahrazujeme datem </w:t>
      </w:r>
      <w:r w:rsidR="001B43AC">
        <w:rPr>
          <w:rFonts w:eastAsia="Times New Roman" w:cs="Times New Roman"/>
          <w:lang w:eastAsia="cs-CZ"/>
        </w:rPr>
        <w:t>3. 12. 2020 v 1</w:t>
      </w:r>
      <w:r w:rsidR="00B2495E">
        <w:rPr>
          <w:rFonts w:eastAsia="Times New Roman" w:cs="Times New Roman"/>
          <w:lang w:eastAsia="cs-CZ"/>
        </w:rPr>
        <w:t>1</w:t>
      </w:r>
      <w:r w:rsidRPr="006977F9">
        <w:rPr>
          <w:rFonts w:eastAsia="Times New Roman" w:cs="Times New Roman"/>
          <w:lang w:eastAsia="cs-CZ"/>
        </w:rPr>
        <w:t>:00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331C47E" w14:textId="77777777" w:rsidR="006977F9" w:rsidRPr="00BD5319" w:rsidRDefault="006977F9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74BEFEA" w14:textId="4D62C2E4" w:rsidR="006977F9" w:rsidRPr="00BD5319" w:rsidRDefault="006977F9" w:rsidP="006977F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56459">
        <w:rPr>
          <w:rFonts w:eastAsia="Times New Roman" w:cs="Times New Roman"/>
          <w:lang w:eastAsia="cs-CZ"/>
        </w:rPr>
        <w:t>26. 11. 2020 v 10</w:t>
      </w:r>
      <w:bookmarkStart w:id="1" w:name="_GoBack"/>
      <w:bookmarkEnd w:id="1"/>
      <w:r>
        <w:rPr>
          <w:rFonts w:eastAsia="Times New Roman" w:cs="Times New Roman"/>
          <w:lang w:eastAsia="cs-CZ"/>
        </w:rPr>
        <w:t>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1B43AC">
        <w:rPr>
          <w:rFonts w:eastAsia="Times New Roman" w:cs="Times New Roman"/>
          <w:lang w:eastAsia="cs-CZ"/>
        </w:rPr>
        <w:t>3. 12. 2020 v 1</w:t>
      </w:r>
      <w:r w:rsidR="00B2495E">
        <w:rPr>
          <w:rFonts w:eastAsia="Times New Roman" w:cs="Times New Roman"/>
          <w:lang w:eastAsia="cs-CZ"/>
        </w:rPr>
        <w:t>1</w:t>
      </w:r>
      <w:r w:rsidRPr="006977F9">
        <w:rPr>
          <w:rFonts w:eastAsia="Times New Roman" w:cs="Times New Roman"/>
          <w:lang w:eastAsia="cs-CZ"/>
        </w:rPr>
        <w:t>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73FAB30" w14:textId="77777777" w:rsidR="006977F9" w:rsidRPr="00BD5319" w:rsidRDefault="006977F9" w:rsidP="006977F9">
      <w:pPr>
        <w:spacing w:after="0" w:line="240" w:lineRule="auto"/>
        <w:rPr>
          <w:rFonts w:eastAsia="Times New Roman" w:cs="Times New Roman"/>
          <w:lang w:eastAsia="cs-CZ"/>
        </w:rPr>
      </w:pPr>
    </w:p>
    <w:p w14:paraId="19CA69FA" w14:textId="77777777" w:rsidR="00662E10" w:rsidRDefault="00662E10" w:rsidP="006977F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639EE2" w14:textId="77777777" w:rsidR="00662E10" w:rsidRDefault="00662E10" w:rsidP="006977F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973FB5" w14:textId="56128ACC" w:rsidR="006977F9" w:rsidRPr="00BD5319" w:rsidRDefault="006977F9" w:rsidP="006977F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977F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8C2C9E7" w14:textId="77777777" w:rsidR="002C6DBF" w:rsidRDefault="002C6DBF" w:rsidP="006977F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2DE604A" w14:textId="77777777" w:rsidR="002C6DBF" w:rsidRDefault="002C6DBF" w:rsidP="006977F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573D27B" w14:textId="3986C91E" w:rsidR="006977F9" w:rsidRPr="00BD5319" w:rsidRDefault="00EF3E1C" w:rsidP="006977F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 Soupis prací ve formátu XML</w:t>
      </w:r>
    </w:p>
    <w:p w14:paraId="475E7659" w14:textId="77777777" w:rsidR="006977F9" w:rsidRPr="00BD5319" w:rsidRDefault="006977F9" w:rsidP="006977F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D0FF32" w14:textId="77777777" w:rsidR="006977F9" w:rsidRPr="00BD531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DAFBFA" w14:textId="77777777" w:rsidR="006977F9" w:rsidRPr="00BD531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01855A" w14:textId="0942DB1D" w:rsidR="006977F9" w:rsidRPr="00BD531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6977F9">
        <w:rPr>
          <w:rFonts w:eastAsia="Calibri" w:cs="Times New Roman"/>
          <w:lang w:eastAsia="cs-CZ"/>
        </w:rPr>
        <w:t>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2A65BE3D" w14:textId="77777777" w:rsidR="006977F9" w:rsidRPr="00BD531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3FFD42" w14:textId="47D75C4F" w:rsidR="006977F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FD266E" w14:textId="5813A472" w:rsidR="006977F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989E28" w14:textId="0B42CD6B" w:rsidR="006977F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CF49E1" w14:textId="69A7645A" w:rsidR="006977F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C1AD88" w14:textId="5FB4C89A" w:rsidR="006977F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80A692" w14:textId="6BEEB483" w:rsidR="006977F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9004F8" w14:textId="77777777" w:rsidR="006977F9" w:rsidRPr="00BD5319" w:rsidRDefault="006977F9" w:rsidP="006977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E3914F" w14:textId="77777777" w:rsidR="006977F9" w:rsidRPr="00BD5319" w:rsidRDefault="006977F9" w:rsidP="006977F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7E4A76B6" w14:textId="77777777" w:rsidR="006977F9" w:rsidRPr="00BD5319" w:rsidRDefault="006977F9" w:rsidP="006977F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9B91D5B" w14:textId="77777777" w:rsidR="006977F9" w:rsidRPr="00BD5319" w:rsidRDefault="006977F9" w:rsidP="006977F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1DA7DBA4" w14:textId="77777777" w:rsidR="006977F9" w:rsidRPr="00BD5319" w:rsidRDefault="006977F9" w:rsidP="006977F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BA1E32A" w14:textId="77777777" w:rsidR="006977F9" w:rsidRPr="00BD5319" w:rsidRDefault="006977F9" w:rsidP="006977F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C94B221" w14:textId="77777777" w:rsidR="006977F9" w:rsidRPr="00BD5319" w:rsidRDefault="006977F9" w:rsidP="006977F9">
      <w:pPr>
        <w:spacing w:after="0" w:line="240" w:lineRule="auto"/>
        <w:rPr>
          <w:rFonts w:eastAsia="Calibri" w:cs="Times New Roman"/>
          <w:lang w:eastAsia="cs-CZ"/>
        </w:rPr>
      </w:pPr>
    </w:p>
    <w:sectPr w:rsidR="006977F9" w:rsidRPr="00BD5319" w:rsidSect="00433D08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0154F" w14:textId="77777777" w:rsidR="009C214C" w:rsidRDefault="009C214C" w:rsidP="00962258">
      <w:pPr>
        <w:spacing w:after="0" w:line="240" w:lineRule="auto"/>
      </w:pPr>
      <w:r>
        <w:separator/>
      </w:r>
    </w:p>
  </w:endnote>
  <w:endnote w:type="continuationSeparator" w:id="0">
    <w:p w14:paraId="606396D1" w14:textId="77777777" w:rsidR="009C214C" w:rsidRDefault="009C21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D7419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5047EB" w14:textId="17AD737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E3E5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E565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26F31D3" w14:textId="77777777" w:rsidR="00F1715C" w:rsidRDefault="00F1715C" w:rsidP="00D831A3">
          <w:pPr>
            <w:pStyle w:val="Zpat"/>
          </w:pPr>
        </w:p>
      </w:tc>
    </w:tr>
  </w:tbl>
  <w:p w14:paraId="52FC4B2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8703E2" wp14:editId="70ACD1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3E47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0ED80D4" wp14:editId="227405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11E12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35221D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2B12EF" w14:textId="439B77C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8238B5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9C66873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A1BE7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713FDD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44FF216A" w14:textId="77777777"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AB1AB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D06D53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A2D6F3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0FCC6B" w14:textId="77777777" w:rsidR="00712ED1" w:rsidRDefault="00712ED1" w:rsidP="00331004">
          <w:pPr>
            <w:pStyle w:val="Zpat"/>
          </w:pPr>
        </w:p>
      </w:tc>
    </w:tr>
  </w:tbl>
  <w:p w14:paraId="78CD08E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2B06055" wp14:editId="536C74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AEEB2" id="Straight Connector 7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2C2C624" wp14:editId="053806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D68CB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DB15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02CA7" w14:textId="77777777" w:rsidR="009C214C" w:rsidRDefault="009C214C" w:rsidP="00962258">
      <w:pPr>
        <w:spacing w:after="0" w:line="240" w:lineRule="auto"/>
      </w:pPr>
      <w:r>
        <w:separator/>
      </w:r>
    </w:p>
  </w:footnote>
  <w:footnote w:type="continuationSeparator" w:id="0">
    <w:p w14:paraId="22B26792" w14:textId="77777777" w:rsidR="009C214C" w:rsidRDefault="009C21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392B8F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AB3E5C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26B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5337DB" w14:textId="77777777" w:rsidR="00F1715C" w:rsidRPr="00D6163D" w:rsidRDefault="00F1715C" w:rsidP="00D6163D">
          <w:pPr>
            <w:pStyle w:val="Druhdokumentu"/>
          </w:pPr>
        </w:p>
      </w:tc>
    </w:tr>
  </w:tbl>
  <w:p w14:paraId="6ECF48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6CFD8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0B7C4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7FF3533" wp14:editId="74A8D2FF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BB368F1" wp14:editId="7CCD930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22F0A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AAD12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26DBED" w14:textId="77777777" w:rsidR="00F1715C" w:rsidRPr="00D6163D" w:rsidRDefault="00F1715C" w:rsidP="00FC6389">
          <w:pPr>
            <w:pStyle w:val="Druhdokumentu"/>
          </w:pPr>
        </w:p>
      </w:tc>
    </w:tr>
    <w:tr w:rsidR="00F64786" w14:paraId="158DF09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EA8288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289BA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E7A41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1530D6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8E7D8F" wp14:editId="7673C74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0FF56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A36AFC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6B3A6D"/>
    <w:multiLevelType w:val="hybridMultilevel"/>
    <w:tmpl w:val="211A65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C2AB5"/>
    <w:multiLevelType w:val="hybridMultilevel"/>
    <w:tmpl w:val="CF962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639A"/>
    <w:multiLevelType w:val="hybridMultilevel"/>
    <w:tmpl w:val="6E728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41E6860"/>
    <w:multiLevelType w:val="hybridMultilevel"/>
    <w:tmpl w:val="BFCA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51ED2637"/>
    <w:multiLevelType w:val="hybridMultilevel"/>
    <w:tmpl w:val="68260EA6"/>
    <w:lvl w:ilvl="0" w:tplc="E7DC9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D94748"/>
    <w:multiLevelType w:val="hybridMultilevel"/>
    <w:tmpl w:val="AC9A29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A439C2"/>
    <w:multiLevelType w:val="hybridMultilevel"/>
    <w:tmpl w:val="063693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3C05CC"/>
    <w:multiLevelType w:val="hybridMultilevel"/>
    <w:tmpl w:val="98489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C2462"/>
    <w:multiLevelType w:val="hybridMultilevel"/>
    <w:tmpl w:val="EC6A3A20"/>
    <w:lvl w:ilvl="0" w:tplc="769A69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AC11BC"/>
    <w:multiLevelType w:val="hybridMultilevel"/>
    <w:tmpl w:val="FED83278"/>
    <w:lvl w:ilvl="0" w:tplc="B04E4C4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6F9629C4"/>
    <w:multiLevelType w:val="hybridMultilevel"/>
    <w:tmpl w:val="4C40CA9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6"/>
  </w:num>
  <w:num w:numId="4">
    <w:abstractNumId w:val="16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33DCD"/>
    <w:rsid w:val="00040281"/>
    <w:rsid w:val="00064023"/>
    <w:rsid w:val="00072C1E"/>
    <w:rsid w:val="000960D1"/>
    <w:rsid w:val="000A059D"/>
    <w:rsid w:val="000B3A82"/>
    <w:rsid w:val="000B6C7E"/>
    <w:rsid w:val="000B7907"/>
    <w:rsid w:val="000C0429"/>
    <w:rsid w:val="000C45E8"/>
    <w:rsid w:val="000E0E5A"/>
    <w:rsid w:val="000F470A"/>
    <w:rsid w:val="00110DCE"/>
    <w:rsid w:val="00114472"/>
    <w:rsid w:val="001177B0"/>
    <w:rsid w:val="0016440D"/>
    <w:rsid w:val="00170EC5"/>
    <w:rsid w:val="001747C1"/>
    <w:rsid w:val="0018596A"/>
    <w:rsid w:val="001864D2"/>
    <w:rsid w:val="001B43AC"/>
    <w:rsid w:val="001B69C2"/>
    <w:rsid w:val="001C4D32"/>
    <w:rsid w:val="001C4DA0"/>
    <w:rsid w:val="001E1E22"/>
    <w:rsid w:val="00207DF5"/>
    <w:rsid w:val="00211ECC"/>
    <w:rsid w:val="002146B8"/>
    <w:rsid w:val="00253F41"/>
    <w:rsid w:val="00267369"/>
    <w:rsid w:val="0026785D"/>
    <w:rsid w:val="00287565"/>
    <w:rsid w:val="00295C3E"/>
    <w:rsid w:val="002974CF"/>
    <w:rsid w:val="002C31BF"/>
    <w:rsid w:val="002C6DBF"/>
    <w:rsid w:val="002E0CD7"/>
    <w:rsid w:val="002F026B"/>
    <w:rsid w:val="00317305"/>
    <w:rsid w:val="003333AD"/>
    <w:rsid w:val="00357BC6"/>
    <w:rsid w:val="00362731"/>
    <w:rsid w:val="0037111D"/>
    <w:rsid w:val="003756B9"/>
    <w:rsid w:val="0038636F"/>
    <w:rsid w:val="003956C6"/>
    <w:rsid w:val="003E6B9A"/>
    <w:rsid w:val="003E75CE"/>
    <w:rsid w:val="003F2F56"/>
    <w:rsid w:val="0041380F"/>
    <w:rsid w:val="00415C6D"/>
    <w:rsid w:val="00433D08"/>
    <w:rsid w:val="0043682B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5E42"/>
    <w:rsid w:val="004F4B9B"/>
    <w:rsid w:val="00501654"/>
    <w:rsid w:val="00511AB9"/>
    <w:rsid w:val="00511CE9"/>
    <w:rsid w:val="00522EFE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43FE"/>
    <w:rsid w:val="00602ADF"/>
    <w:rsid w:val="006104F6"/>
    <w:rsid w:val="0061068E"/>
    <w:rsid w:val="006414E0"/>
    <w:rsid w:val="00643946"/>
    <w:rsid w:val="006512BD"/>
    <w:rsid w:val="00660AD3"/>
    <w:rsid w:val="00662E10"/>
    <w:rsid w:val="00664D0E"/>
    <w:rsid w:val="00677B63"/>
    <w:rsid w:val="006977F9"/>
    <w:rsid w:val="006A5570"/>
    <w:rsid w:val="006A689C"/>
    <w:rsid w:val="006A6BE2"/>
    <w:rsid w:val="006B3D79"/>
    <w:rsid w:val="006C3BCB"/>
    <w:rsid w:val="006E0578"/>
    <w:rsid w:val="006E314D"/>
    <w:rsid w:val="006E7F06"/>
    <w:rsid w:val="00710723"/>
    <w:rsid w:val="00712ED1"/>
    <w:rsid w:val="00723ED1"/>
    <w:rsid w:val="0072414A"/>
    <w:rsid w:val="00735ED4"/>
    <w:rsid w:val="00743525"/>
    <w:rsid w:val="007531A0"/>
    <w:rsid w:val="00756459"/>
    <w:rsid w:val="0076286B"/>
    <w:rsid w:val="00764595"/>
    <w:rsid w:val="00766846"/>
    <w:rsid w:val="0077673A"/>
    <w:rsid w:val="007846E1"/>
    <w:rsid w:val="007B570C"/>
    <w:rsid w:val="007B707C"/>
    <w:rsid w:val="007C19F3"/>
    <w:rsid w:val="007E4A6E"/>
    <w:rsid w:val="007E535F"/>
    <w:rsid w:val="007F56A7"/>
    <w:rsid w:val="008007A5"/>
    <w:rsid w:val="00807DD0"/>
    <w:rsid w:val="008108E1"/>
    <w:rsid w:val="00813F11"/>
    <w:rsid w:val="00880D60"/>
    <w:rsid w:val="00891334"/>
    <w:rsid w:val="008A297B"/>
    <w:rsid w:val="008A3568"/>
    <w:rsid w:val="008A3A6C"/>
    <w:rsid w:val="008A7796"/>
    <w:rsid w:val="008B0F36"/>
    <w:rsid w:val="008C105A"/>
    <w:rsid w:val="008C66AF"/>
    <w:rsid w:val="008D03B9"/>
    <w:rsid w:val="008F18D6"/>
    <w:rsid w:val="00904780"/>
    <w:rsid w:val="009113A8"/>
    <w:rsid w:val="00922385"/>
    <w:rsid w:val="009223DF"/>
    <w:rsid w:val="009313BD"/>
    <w:rsid w:val="009358E7"/>
    <w:rsid w:val="00936091"/>
    <w:rsid w:val="00940D8A"/>
    <w:rsid w:val="0094139F"/>
    <w:rsid w:val="00962258"/>
    <w:rsid w:val="0096434F"/>
    <w:rsid w:val="009678B7"/>
    <w:rsid w:val="009813F1"/>
    <w:rsid w:val="00982411"/>
    <w:rsid w:val="00987A73"/>
    <w:rsid w:val="00992D9C"/>
    <w:rsid w:val="00996CB8"/>
    <w:rsid w:val="009A4EB0"/>
    <w:rsid w:val="009A7568"/>
    <w:rsid w:val="009B2E97"/>
    <w:rsid w:val="009B38CB"/>
    <w:rsid w:val="009B3C69"/>
    <w:rsid w:val="009B72CC"/>
    <w:rsid w:val="009C214C"/>
    <w:rsid w:val="009C7D2C"/>
    <w:rsid w:val="009E07F4"/>
    <w:rsid w:val="009F2A80"/>
    <w:rsid w:val="009F392E"/>
    <w:rsid w:val="00A1403F"/>
    <w:rsid w:val="00A419F4"/>
    <w:rsid w:val="00A44328"/>
    <w:rsid w:val="00A6177B"/>
    <w:rsid w:val="00A61AA1"/>
    <w:rsid w:val="00A6299A"/>
    <w:rsid w:val="00A66136"/>
    <w:rsid w:val="00AA260B"/>
    <w:rsid w:val="00AA4CBB"/>
    <w:rsid w:val="00AA65FA"/>
    <w:rsid w:val="00AA7351"/>
    <w:rsid w:val="00AC381E"/>
    <w:rsid w:val="00AD056F"/>
    <w:rsid w:val="00AD2773"/>
    <w:rsid w:val="00AD6731"/>
    <w:rsid w:val="00AE1DDE"/>
    <w:rsid w:val="00B1004F"/>
    <w:rsid w:val="00B15B5E"/>
    <w:rsid w:val="00B15D0D"/>
    <w:rsid w:val="00B23CA3"/>
    <w:rsid w:val="00B2495E"/>
    <w:rsid w:val="00B3491A"/>
    <w:rsid w:val="00B411A2"/>
    <w:rsid w:val="00B45E9E"/>
    <w:rsid w:val="00B55F9C"/>
    <w:rsid w:val="00B75EE1"/>
    <w:rsid w:val="00B77481"/>
    <w:rsid w:val="00B83460"/>
    <w:rsid w:val="00B8518B"/>
    <w:rsid w:val="00B90D09"/>
    <w:rsid w:val="00BA3A57"/>
    <w:rsid w:val="00BA64A7"/>
    <w:rsid w:val="00BB3740"/>
    <w:rsid w:val="00BC6F69"/>
    <w:rsid w:val="00BD180D"/>
    <w:rsid w:val="00BD203A"/>
    <w:rsid w:val="00BD5319"/>
    <w:rsid w:val="00BD7E91"/>
    <w:rsid w:val="00BE0AC1"/>
    <w:rsid w:val="00BE1841"/>
    <w:rsid w:val="00BF374D"/>
    <w:rsid w:val="00BF6D48"/>
    <w:rsid w:val="00C02D0A"/>
    <w:rsid w:val="00C03A6E"/>
    <w:rsid w:val="00C2311B"/>
    <w:rsid w:val="00C24B28"/>
    <w:rsid w:val="00C30759"/>
    <w:rsid w:val="00C44F6A"/>
    <w:rsid w:val="00C727E5"/>
    <w:rsid w:val="00C8207D"/>
    <w:rsid w:val="00C86A4B"/>
    <w:rsid w:val="00CB587A"/>
    <w:rsid w:val="00CB7B5A"/>
    <w:rsid w:val="00CC1E2B"/>
    <w:rsid w:val="00CC4C1A"/>
    <w:rsid w:val="00CD1FC4"/>
    <w:rsid w:val="00CD67E4"/>
    <w:rsid w:val="00CE371D"/>
    <w:rsid w:val="00D02A4D"/>
    <w:rsid w:val="00D15683"/>
    <w:rsid w:val="00D21061"/>
    <w:rsid w:val="00D316A7"/>
    <w:rsid w:val="00D34F53"/>
    <w:rsid w:val="00D4108E"/>
    <w:rsid w:val="00D6163D"/>
    <w:rsid w:val="00D63009"/>
    <w:rsid w:val="00D63931"/>
    <w:rsid w:val="00D831A3"/>
    <w:rsid w:val="00D902AD"/>
    <w:rsid w:val="00DA6FFE"/>
    <w:rsid w:val="00DC3110"/>
    <w:rsid w:val="00DC493E"/>
    <w:rsid w:val="00DD46F3"/>
    <w:rsid w:val="00DD58A6"/>
    <w:rsid w:val="00DE56F2"/>
    <w:rsid w:val="00DF116D"/>
    <w:rsid w:val="00E10710"/>
    <w:rsid w:val="00E224FB"/>
    <w:rsid w:val="00E40B6E"/>
    <w:rsid w:val="00E824F1"/>
    <w:rsid w:val="00E9118E"/>
    <w:rsid w:val="00EB104F"/>
    <w:rsid w:val="00EC6042"/>
    <w:rsid w:val="00ED14BD"/>
    <w:rsid w:val="00ED3BF7"/>
    <w:rsid w:val="00EF330E"/>
    <w:rsid w:val="00EF3E1C"/>
    <w:rsid w:val="00F01440"/>
    <w:rsid w:val="00F12DEC"/>
    <w:rsid w:val="00F13767"/>
    <w:rsid w:val="00F14B0C"/>
    <w:rsid w:val="00F1715C"/>
    <w:rsid w:val="00F223B4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A7C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ABD002"/>
  <w14:defaultImageDpi w14:val="32767"/>
  <w15:docId w15:val="{096ECB65-17C3-4E25-AB7F-53A3029C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styleId="Znakapoznpodarou">
    <w:name w:val="footnote reference"/>
    <w:uiPriority w:val="99"/>
    <w:semiHidden/>
    <w:unhideWhenUsed/>
    <w:rsid w:val="00D34F53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4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4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326611-8373-428C-9E32-E13E5535C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48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29</cp:revision>
  <cp:lastPrinted>2020-11-18T12:48:00Z</cp:lastPrinted>
  <dcterms:created xsi:type="dcterms:W3CDTF">2020-11-19T07:00:00Z</dcterms:created>
  <dcterms:modified xsi:type="dcterms:W3CDTF">2020-11-25T12:40:00Z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